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0265B062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380E95" w:rsidRPr="00380E95">
        <w:rPr>
          <w:rFonts w:ascii="Verdana" w:hAnsi="Verdana" w:cstheme="minorHAnsi"/>
          <w:b/>
          <w:szCs w:val="18"/>
          <w:lang w:eastAsia="pl-PL"/>
        </w:rPr>
        <w:t>POST/DYS/OZ/GZ/00204/2026</w:t>
      </w:r>
      <w:r w:rsidR="00380E95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380E95" w:rsidRPr="00380E95">
        <w:rPr>
          <w:rFonts w:ascii="Verdana" w:hAnsi="Verdana" w:cstheme="minorHAnsi"/>
          <w:b/>
          <w:bCs/>
          <w:szCs w:val="18"/>
          <w:lang w:eastAsia="pl-PL"/>
        </w:rPr>
        <w:t xml:space="preserve">RE Jarosław Prace Rekonstrukcyjne - linie </w:t>
      </w:r>
      <w:proofErr w:type="spellStart"/>
      <w:r w:rsidR="00380E95" w:rsidRPr="00380E95">
        <w:rPr>
          <w:rFonts w:ascii="Verdana" w:hAnsi="Verdana" w:cstheme="minorHAnsi"/>
          <w:b/>
          <w:bCs/>
          <w:szCs w:val="18"/>
          <w:lang w:eastAsia="pl-PL"/>
        </w:rPr>
        <w:t>nn</w:t>
      </w:r>
      <w:proofErr w:type="spellEnd"/>
      <w:r w:rsidR="00380E95" w:rsidRPr="00380E95">
        <w:rPr>
          <w:rFonts w:ascii="Verdana" w:hAnsi="Verdana" w:cstheme="minorHAnsi"/>
          <w:b/>
          <w:bCs/>
          <w:szCs w:val="18"/>
          <w:lang w:eastAsia="pl-PL"/>
        </w:rPr>
        <w:t xml:space="preserve"> Hucisko Jawornickie 3, Pruchnik 9, Siedleczka 5,</w:t>
      </w:r>
      <w:r w:rsidR="00380E95">
        <w:rPr>
          <w:rFonts w:ascii="Verdana" w:hAnsi="Verdana" w:cstheme="minorHAnsi"/>
          <w:b/>
          <w:bCs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00A0580C" w14:textId="2CC40F43" w:rsidR="00642B2F" w:rsidRPr="003137C1" w:rsidRDefault="00DD4731" w:rsidP="00DD4731">
      <w:pPr>
        <w:tabs>
          <w:tab w:val="left" w:pos="7275"/>
        </w:tabs>
        <w:ind w:left="-284"/>
        <w:rPr>
          <w:rFonts w:ascii="Verdana" w:hAnsi="Verdana" w:cstheme="minorHAnsi"/>
          <w:b/>
          <w:color w:val="FF0000"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ab/>
      </w:r>
    </w:p>
    <w:p w14:paraId="502342C8" w14:textId="0A54F10B" w:rsidR="000855FF" w:rsidRPr="003137C1" w:rsidRDefault="00642B2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  <w:r w:rsidRPr="003137C1">
        <w:rPr>
          <w:rFonts w:ascii="Verdana" w:hAnsi="Verdana" w:cstheme="minorHAnsi"/>
          <w:b/>
          <w:color w:val="FF0000"/>
          <w:szCs w:val="18"/>
          <w:lang w:eastAsia="pl-PL"/>
        </w:rPr>
        <w:t>Dotyczy Części postępowania nr .........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804C20" w:rsidR="00347E8D" w:rsidRPr="006B2C28" w:rsidRDefault="00380E95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80E95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0E95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2EB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3F24"/>
    <w:rsid w:val="006F5F72"/>
    <w:rsid w:val="00703C0E"/>
    <w:rsid w:val="00710355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97099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31</cp:revision>
  <cp:lastPrinted>2024-07-15T11:21:00Z</cp:lastPrinted>
  <dcterms:created xsi:type="dcterms:W3CDTF">2025-06-03T08:48:00Z</dcterms:created>
  <dcterms:modified xsi:type="dcterms:W3CDTF">2026-01-26T11:24:00Z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